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3B" w:rsidRPr="00501419" w:rsidRDefault="00501419" w:rsidP="00240B3B">
      <w:pPr>
        <w:jc w:val="center"/>
        <w:rPr>
          <w:b/>
          <w:color w:val="92D050"/>
          <w:sz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01419">
        <w:rPr>
          <w:b/>
          <w:color w:val="92D050"/>
          <w:sz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Fiche réponses (pour l'adulte qui anime le jeu)</w:t>
      </w:r>
    </w:p>
    <w:p w:rsidR="00240B3B" w:rsidRPr="00240B3B" w:rsidRDefault="00240B3B" w:rsidP="00240B3B">
      <w:pPr>
        <w:jc w:val="center"/>
        <w:rPr>
          <w:sz w:val="28"/>
        </w:rPr>
      </w:pPr>
      <w:bookmarkStart w:id="0" w:name="_GoBack"/>
      <w:bookmarkEnd w:id="0"/>
    </w:p>
    <w:p w:rsidR="00240B3B" w:rsidRDefault="00240B3B" w:rsidP="00C90A44"/>
    <w:p w:rsidR="00240B3B" w:rsidRPr="00240B3B" w:rsidRDefault="00501419" w:rsidP="00240B3B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240B3B">
        <w:rPr>
          <w:b/>
          <w:sz w:val="28"/>
        </w:rPr>
        <w:t xml:space="preserve">er </w:t>
      </w:r>
      <w:proofErr w:type="spellStart"/>
      <w:r w:rsidR="00240B3B" w:rsidRPr="00240B3B">
        <w:rPr>
          <w:b/>
          <w:sz w:val="28"/>
        </w:rPr>
        <w:t>Bauch</w:t>
      </w:r>
      <w:proofErr w:type="spellEnd"/>
      <w:r w:rsidR="00FC1A55">
        <w:rPr>
          <w:b/>
          <w:sz w:val="28"/>
        </w:rPr>
        <w:t xml:space="preserve"> = le ventre</w:t>
      </w:r>
    </w:p>
    <w:p w:rsidR="00240B3B" w:rsidRPr="00240B3B" w:rsidRDefault="00240B3B" w:rsidP="00240B3B">
      <w:pPr>
        <w:pStyle w:val="Paragraphedeliste"/>
        <w:jc w:val="center"/>
        <w:rPr>
          <w:b/>
          <w:sz w:val="28"/>
        </w:rPr>
      </w:pPr>
    </w:p>
    <w:p w:rsidR="00240B3B" w:rsidRPr="00501419" w:rsidRDefault="00501419" w:rsidP="00501419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501419">
        <w:rPr>
          <w:b/>
          <w:sz w:val="28"/>
        </w:rPr>
        <w:t xml:space="preserve">ie </w:t>
      </w:r>
      <w:proofErr w:type="spellStart"/>
      <w:r w:rsidR="00240B3B" w:rsidRPr="00501419">
        <w:rPr>
          <w:b/>
          <w:sz w:val="28"/>
        </w:rPr>
        <w:t>Füsse</w:t>
      </w:r>
      <w:proofErr w:type="spellEnd"/>
      <w:r w:rsidR="00FC1A55" w:rsidRPr="00501419">
        <w:rPr>
          <w:b/>
          <w:sz w:val="28"/>
        </w:rPr>
        <w:t xml:space="preserve"> = les pieds </w:t>
      </w:r>
    </w:p>
    <w:p w:rsidR="00240B3B" w:rsidRPr="00240B3B" w:rsidRDefault="00240B3B" w:rsidP="00240B3B">
      <w:pPr>
        <w:rPr>
          <w:b/>
          <w:sz w:val="28"/>
        </w:rPr>
      </w:pPr>
    </w:p>
    <w:p w:rsidR="00240B3B" w:rsidRPr="00240B3B" w:rsidRDefault="00501419" w:rsidP="00240B3B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240B3B">
        <w:rPr>
          <w:b/>
          <w:sz w:val="28"/>
        </w:rPr>
        <w:t xml:space="preserve">er </w:t>
      </w:r>
      <w:proofErr w:type="spellStart"/>
      <w:r w:rsidR="00240B3B" w:rsidRPr="00240B3B">
        <w:rPr>
          <w:b/>
          <w:sz w:val="28"/>
        </w:rPr>
        <w:t>Kopf</w:t>
      </w:r>
      <w:proofErr w:type="spellEnd"/>
      <w:r w:rsidR="00FC1A55">
        <w:rPr>
          <w:b/>
          <w:sz w:val="28"/>
        </w:rPr>
        <w:t xml:space="preserve"> = la tête</w:t>
      </w:r>
    </w:p>
    <w:p w:rsidR="00240B3B" w:rsidRPr="00240B3B" w:rsidRDefault="00240B3B" w:rsidP="00240B3B">
      <w:pPr>
        <w:pStyle w:val="Paragraphedeliste"/>
        <w:jc w:val="center"/>
        <w:rPr>
          <w:b/>
          <w:sz w:val="28"/>
        </w:rPr>
      </w:pPr>
    </w:p>
    <w:p w:rsidR="00240B3B" w:rsidRPr="00240B3B" w:rsidRDefault="00501419" w:rsidP="00240B3B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240B3B">
        <w:rPr>
          <w:b/>
          <w:sz w:val="28"/>
        </w:rPr>
        <w:t>ie Arme</w:t>
      </w:r>
      <w:r w:rsidR="00FC1A55">
        <w:rPr>
          <w:b/>
          <w:sz w:val="28"/>
        </w:rPr>
        <w:t xml:space="preserve"> = les bras </w:t>
      </w:r>
    </w:p>
    <w:p w:rsidR="00240B3B" w:rsidRPr="00240B3B" w:rsidRDefault="00240B3B" w:rsidP="00240B3B">
      <w:pPr>
        <w:rPr>
          <w:b/>
          <w:sz w:val="28"/>
        </w:rPr>
      </w:pPr>
    </w:p>
    <w:p w:rsidR="00240B3B" w:rsidRPr="00240B3B" w:rsidRDefault="00501419" w:rsidP="00240B3B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240B3B">
        <w:rPr>
          <w:b/>
          <w:sz w:val="28"/>
        </w:rPr>
        <w:t xml:space="preserve">er </w:t>
      </w:r>
      <w:proofErr w:type="spellStart"/>
      <w:r w:rsidR="00240B3B" w:rsidRPr="00240B3B">
        <w:rPr>
          <w:b/>
          <w:sz w:val="28"/>
        </w:rPr>
        <w:t>Hut</w:t>
      </w:r>
      <w:proofErr w:type="spellEnd"/>
      <w:r w:rsidR="00FC1A55">
        <w:rPr>
          <w:b/>
          <w:sz w:val="28"/>
        </w:rPr>
        <w:t xml:space="preserve"> = le chapeau </w:t>
      </w:r>
    </w:p>
    <w:p w:rsidR="00240B3B" w:rsidRPr="00240B3B" w:rsidRDefault="00240B3B" w:rsidP="00240B3B">
      <w:pPr>
        <w:pStyle w:val="Paragraphedeliste"/>
        <w:jc w:val="center"/>
        <w:rPr>
          <w:b/>
          <w:sz w:val="28"/>
        </w:rPr>
      </w:pPr>
    </w:p>
    <w:p w:rsidR="00240B3B" w:rsidRPr="00240B3B" w:rsidRDefault="00501419" w:rsidP="00240B3B">
      <w:pPr>
        <w:pStyle w:val="Paragraphedeliste"/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d</w:t>
      </w:r>
      <w:r w:rsidR="00240B3B" w:rsidRPr="00240B3B">
        <w:rPr>
          <w:b/>
          <w:sz w:val="28"/>
        </w:rPr>
        <w:t>ie Beine</w:t>
      </w:r>
      <w:r w:rsidR="00FC1A55">
        <w:rPr>
          <w:b/>
          <w:sz w:val="28"/>
        </w:rPr>
        <w:t xml:space="preserve"> = les jambes </w:t>
      </w:r>
    </w:p>
    <w:sectPr w:rsidR="00240B3B" w:rsidRPr="00240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E870217"/>
    <w:multiLevelType w:val="hybridMultilevel"/>
    <w:tmpl w:val="0928824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B3B"/>
    <w:rsid w:val="0013656C"/>
    <w:rsid w:val="00240B3B"/>
    <w:rsid w:val="00501419"/>
    <w:rsid w:val="006B3802"/>
    <w:rsid w:val="00B65436"/>
    <w:rsid w:val="00BF49C4"/>
    <w:rsid w:val="00C5490A"/>
    <w:rsid w:val="00C90A44"/>
    <w:rsid w:val="00F36260"/>
    <w:rsid w:val="00F666F4"/>
    <w:rsid w:val="00FC1A55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0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240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A752-5EF5-4EB5-9011-5E21A331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2C89FE02.dotm</Template>
  <TotalTime>2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3</cp:revision>
  <dcterms:created xsi:type="dcterms:W3CDTF">2019-08-12T10:45:00Z</dcterms:created>
  <dcterms:modified xsi:type="dcterms:W3CDTF">2019-08-22T12:33:00Z</dcterms:modified>
</cp:coreProperties>
</file>